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26A49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3C195D5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49DD5E3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232036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9D7462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7C977AAD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A4A2E7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AE6642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9BFCFD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324535F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43476E9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BC2A03D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48A0499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7DDF4383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92DE1F0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0419D02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20315A6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2066D573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4176C0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ED0258" w14:textId="77777777" w:rsidTr="00145383">
        <w:tc>
          <w:tcPr>
            <w:tcW w:w="9663" w:type="dxa"/>
          </w:tcPr>
          <w:p w14:paraId="31990F4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545F18A9" w14:textId="77777777" w:rsidTr="00145383">
        <w:tc>
          <w:tcPr>
            <w:tcW w:w="9663" w:type="dxa"/>
          </w:tcPr>
          <w:p w14:paraId="3A7FD019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F41F37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002627E7" w14:textId="77777777" w:rsidR="00E301FE" w:rsidRDefault="00E301FE">
      <w:r>
        <w:br w:type="page"/>
      </w:r>
    </w:p>
    <w:p w14:paraId="52D56C3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93B7F2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3F1B4533" w14:textId="77777777" w:rsidTr="00CC06A5">
        <w:tc>
          <w:tcPr>
            <w:tcW w:w="3685" w:type="dxa"/>
          </w:tcPr>
          <w:p w14:paraId="68F3FDA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56A3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77F7B6D4" w14:textId="77777777" w:rsidTr="00CC06A5">
        <w:tc>
          <w:tcPr>
            <w:tcW w:w="3685" w:type="dxa"/>
          </w:tcPr>
          <w:p w14:paraId="143A94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2666F1A4" w14:textId="77777777" w:rsidR="00E301FE" w:rsidRPr="002A1799" w:rsidRDefault="00E301FE" w:rsidP="00CC06A5"/>
        </w:tc>
        <w:tc>
          <w:tcPr>
            <w:tcW w:w="4961" w:type="dxa"/>
          </w:tcPr>
          <w:p w14:paraId="5650E1E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FE49B61" w14:textId="77777777" w:rsidTr="00CC06A5">
        <w:tc>
          <w:tcPr>
            <w:tcW w:w="3685" w:type="dxa"/>
          </w:tcPr>
          <w:p w14:paraId="752DE7A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7D1C458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222C7037" w14:textId="77777777" w:rsidTr="00CC06A5">
        <w:tc>
          <w:tcPr>
            <w:tcW w:w="3685" w:type="dxa"/>
          </w:tcPr>
          <w:p w14:paraId="0029E45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622A444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8B6E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6313B9B" w14:textId="77777777" w:rsidTr="00CC06A5">
        <w:tc>
          <w:tcPr>
            <w:tcW w:w="3685" w:type="dxa"/>
          </w:tcPr>
          <w:p w14:paraId="1DD9C5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66EF97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4952BB53" w14:textId="77777777" w:rsidTr="00CC06A5">
        <w:tc>
          <w:tcPr>
            <w:tcW w:w="3685" w:type="dxa"/>
          </w:tcPr>
          <w:p w14:paraId="49C87D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B7904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7054C99" w14:textId="77777777" w:rsidTr="00CC06A5">
        <w:tc>
          <w:tcPr>
            <w:tcW w:w="3685" w:type="dxa"/>
          </w:tcPr>
          <w:p w14:paraId="05E934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E92A19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A4D6AC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F0B61C8" w14:textId="77777777" w:rsidTr="00CC06A5">
        <w:tc>
          <w:tcPr>
            <w:tcW w:w="3685" w:type="dxa"/>
          </w:tcPr>
          <w:p w14:paraId="315865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32D4A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415AFE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3668C59" w14:textId="77777777" w:rsidTr="00CC06A5">
        <w:tc>
          <w:tcPr>
            <w:tcW w:w="3685" w:type="dxa"/>
          </w:tcPr>
          <w:p w14:paraId="62B2F6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697D8A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5F41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526A6E4" w14:textId="77777777" w:rsidTr="00CC06A5">
        <w:tc>
          <w:tcPr>
            <w:tcW w:w="3685" w:type="dxa"/>
          </w:tcPr>
          <w:p w14:paraId="1022DC4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2469F8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06747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658886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633355D8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D80C9D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0CC3D0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64D51E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BEB03" w14:textId="77777777" w:rsidR="00785888" w:rsidRDefault="00785888">
      <w:r>
        <w:separator/>
      </w:r>
    </w:p>
  </w:endnote>
  <w:endnote w:type="continuationSeparator" w:id="0">
    <w:p w14:paraId="04B39587" w14:textId="77777777" w:rsidR="00785888" w:rsidRDefault="0078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A6D3" w14:textId="77777777" w:rsidR="00970F93" w:rsidRDefault="00970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18C3D4D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AA54" w14:textId="77777777" w:rsidR="00970F93" w:rsidRDefault="00970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3009" w14:textId="77777777" w:rsidR="00785888" w:rsidRDefault="00785888">
      <w:r>
        <w:separator/>
      </w:r>
    </w:p>
  </w:footnote>
  <w:footnote w:type="continuationSeparator" w:id="0">
    <w:p w14:paraId="316999BE" w14:textId="77777777" w:rsidR="00785888" w:rsidRDefault="0078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E568" w14:textId="77777777" w:rsidR="00970F93" w:rsidRDefault="00970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970F93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611A" w14:textId="77777777" w:rsidR="00970F93" w:rsidRDefault="00970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0FA5C7-E336-4A5B-9190-98287C5919C3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1a89d3b-8913-4922-a719-bed589bc061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257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2021-01-25T22:49:00Z</dcterms:created>
  <dcterms:modified xsi:type="dcterms:W3CDTF">2023-12-01T14:03:00Z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